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94F" w:rsidRPr="003E294F" w:rsidRDefault="00941293" w:rsidP="003E294F">
      <w:pPr>
        <w:pStyle w:val="Title"/>
        <w:rPr>
          <w:rFonts w:ascii="Monotype Corsiva" w:hAnsi="Monotype Corsiva" w:cs="Monotype Corsiva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787F06" wp14:editId="10ADD4B6">
                <wp:simplePos x="0" y="0"/>
                <wp:positionH relativeFrom="column">
                  <wp:posOffset>-215265</wp:posOffset>
                </wp:positionH>
                <wp:positionV relativeFrom="paragraph">
                  <wp:posOffset>-472440</wp:posOffset>
                </wp:positionV>
                <wp:extent cx="8686800" cy="0"/>
                <wp:effectExtent l="0" t="95250" r="0" b="9525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86800" cy="0"/>
                        </a:xfrm>
                        <a:prstGeom prst="line">
                          <a:avLst/>
                        </a:prstGeom>
                        <a:noFill/>
                        <a:ln w="190500">
                          <a:solidFill>
                            <a:srgbClr val="0033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8F933F" id="Line 4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95pt,-37.2pt" to="667.05pt,-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" strokecolor="#036" strokeweight="1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F2E3D53" wp14:editId="0BF37A7D">
                <wp:simplePos x="0" y="0"/>
                <wp:positionH relativeFrom="column">
                  <wp:posOffset>-129540</wp:posOffset>
                </wp:positionH>
                <wp:positionV relativeFrom="paragraph">
                  <wp:posOffset>-568960</wp:posOffset>
                </wp:positionV>
                <wp:extent cx="0" cy="6629400"/>
                <wp:effectExtent l="95250" t="0" r="95250" b="0"/>
                <wp:wrapNone/>
                <wp:docPr id="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29400"/>
                        </a:xfrm>
                        <a:prstGeom prst="line">
                          <a:avLst/>
                        </a:prstGeom>
                        <a:noFill/>
                        <a:ln w="190500">
                          <a:solidFill>
                            <a:srgbClr val="0033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464C3C" id="Line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2pt,-44.8pt" to="-10.2pt,4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" strokecolor="#036" strokeweight="1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AEBF04" wp14:editId="48E2B95F">
                <wp:simplePos x="0" y="0"/>
                <wp:positionH relativeFrom="column">
                  <wp:posOffset>8014335</wp:posOffset>
                </wp:positionH>
                <wp:positionV relativeFrom="paragraph">
                  <wp:posOffset>-187960</wp:posOffset>
                </wp:positionV>
                <wp:extent cx="0" cy="5867400"/>
                <wp:effectExtent l="19050" t="0" r="1905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8674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9B165" id="Line 9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1.05pt,-14.8pt" to="631.05pt,4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3CEE3ED7" wp14:editId="1AED82F8">
            <wp:extent cx="3638550" cy="1143000"/>
            <wp:effectExtent l="0" t="0" r="0" b="0"/>
            <wp:docPr id="10" name="Picture 10" descr="cid:image001.png@01CE9835.7E47B3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E9835.7E47B3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396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C614CD" wp14:editId="5E18B27F">
                <wp:simplePos x="0" y="0"/>
                <wp:positionH relativeFrom="column">
                  <wp:posOffset>8395335</wp:posOffset>
                </wp:positionH>
                <wp:positionV relativeFrom="paragraph">
                  <wp:posOffset>-568960</wp:posOffset>
                </wp:positionV>
                <wp:extent cx="0" cy="6629400"/>
                <wp:effectExtent l="0" t="0" r="0" b="0"/>
                <wp:wrapNone/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629400"/>
                        </a:xfrm>
                        <a:prstGeom prst="line">
                          <a:avLst/>
                        </a:prstGeom>
                        <a:noFill/>
                        <a:ln w="190500">
                          <a:solidFill>
                            <a:srgbClr val="0033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F4D0D9" id="Line 5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1.05pt,-44.8pt" to="661.05pt,4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" strokecolor="#036" strokeweight="15pt"/>
            </w:pict>
          </mc:Fallback>
        </mc:AlternateContent>
      </w:r>
      <w:r w:rsidR="00DD39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848A8D" wp14:editId="1BC429F4">
                <wp:simplePos x="0" y="0"/>
                <wp:positionH relativeFrom="column">
                  <wp:posOffset>241935</wp:posOffset>
                </wp:positionH>
                <wp:positionV relativeFrom="paragraph">
                  <wp:posOffset>-187960</wp:posOffset>
                </wp:positionV>
                <wp:extent cx="7772400" cy="0"/>
                <wp:effectExtent l="0" t="0" r="0" b="0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25FD7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05pt,-14.8pt" to="631.05pt,-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" strokecolor="red" strokeweight="3pt"/>
            </w:pict>
          </mc:Fallback>
        </mc:AlternateContent>
      </w:r>
      <w:r w:rsidR="00DD396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A2A51" wp14:editId="02863381">
                <wp:simplePos x="0" y="0"/>
                <wp:positionH relativeFrom="column">
                  <wp:posOffset>241935</wp:posOffset>
                </wp:positionH>
                <wp:positionV relativeFrom="paragraph">
                  <wp:posOffset>-187960</wp:posOffset>
                </wp:positionV>
                <wp:extent cx="0" cy="5867400"/>
                <wp:effectExtent l="0" t="0" r="0" b="0"/>
                <wp:wrapNone/>
                <wp:docPr id="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674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9D074A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05pt,-14.8pt" to="19.05pt,4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" strokecolor="red" strokeweight="3pt"/>
            </w:pict>
          </mc:Fallback>
        </mc:AlternateContent>
      </w:r>
    </w:p>
    <w:p w:rsidR="00F86DF8" w:rsidRDefault="00F86DF8" w:rsidP="003E294F">
      <w:pPr>
        <w:pStyle w:val="Title"/>
        <w:rPr>
          <w:rFonts w:ascii="Monotype Corsiva" w:hAnsi="Monotype Corsiva" w:cs="Monotype Corsiva"/>
          <w:sz w:val="72"/>
          <w:szCs w:val="72"/>
        </w:rPr>
      </w:pPr>
    </w:p>
    <w:p w:rsidR="003E294F" w:rsidRDefault="003E294F" w:rsidP="003E294F">
      <w:pPr>
        <w:pStyle w:val="Title"/>
        <w:rPr>
          <w:i/>
          <w:iCs/>
          <w:sz w:val="28"/>
          <w:szCs w:val="28"/>
        </w:rPr>
      </w:pPr>
      <w:r>
        <w:rPr>
          <w:rFonts w:ascii="Monotype Corsiva" w:hAnsi="Monotype Corsiva" w:cs="Monotype Corsiva"/>
          <w:sz w:val="72"/>
          <w:szCs w:val="72"/>
        </w:rPr>
        <w:t>Certificate of Recognition</w:t>
      </w:r>
    </w:p>
    <w:p w:rsidR="003E294F" w:rsidRDefault="003E294F" w:rsidP="003E294F">
      <w:pPr>
        <w:pStyle w:val="Title"/>
        <w:rPr>
          <w:i/>
          <w:iCs/>
          <w:sz w:val="28"/>
          <w:szCs w:val="28"/>
        </w:rPr>
      </w:pPr>
    </w:p>
    <w:p w:rsidR="003E294F" w:rsidRDefault="0060559C" w:rsidP="003E294F">
      <w:pPr>
        <w:pStyle w:val="Title"/>
      </w:pPr>
      <w:r>
        <w:rPr>
          <w:i/>
          <w:iCs/>
          <w:sz w:val="28"/>
          <w:szCs w:val="28"/>
        </w:rPr>
        <w:t xml:space="preserve">This Certificate </w:t>
      </w:r>
    </w:p>
    <w:p w:rsidR="0060559C" w:rsidRDefault="0060559C">
      <w:pPr>
        <w:pStyle w:val="BodyText3"/>
        <w:rPr>
          <w:rFonts w:cs="Times New Roman"/>
          <w:color w:val="auto"/>
          <w:kern w:val="0"/>
          <w:sz w:val="24"/>
          <w:szCs w:val="24"/>
        </w:rPr>
      </w:pPr>
      <w:r>
        <w:rPr>
          <w:i/>
          <w:iCs/>
          <w:sz w:val="28"/>
          <w:szCs w:val="28"/>
        </w:rPr>
        <w:t>Recognizes the Promotion of</w:t>
      </w:r>
    </w:p>
    <w:p w:rsidR="00F86DF8" w:rsidRDefault="00F86DF8" w:rsidP="003E294F">
      <w:pPr>
        <w:pStyle w:val="Heading4"/>
        <w:rPr>
          <w:b/>
          <w:bCs/>
          <w:sz w:val="48"/>
          <w:szCs w:val="48"/>
        </w:rPr>
      </w:pPr>
    </w:p>
    <w:sdt>
      <w:sdtPr>
        <w:rPr>
          <w:b/>
          <w:bCs/>
          <w:sz w:val="48"/>
          <w:szCs w:val="48"/>
        </w:rPr>
        <w:id w:val="301747966"/>
        <w:placeholder>
          <w:docPart w:val="B8E2BB3CF25345308CDDD6075D7079A3"/>
        </w:placeholder>
      </w:sdtPr>
      <w:sdtEndPr/>
      <w:sdtContent>
        <w:p w:rsidR="00DD3961" w:rsidRDefault="009A4534" w:rsidP="003E294F">
          <w:pPr>
            <w:pStyle w:val="Heading4"/>
            <w:rPr>
              <w:b/>
              <w:bCs/>
              <w:sz w:val="48"/>
              <w:szCs w:val="48"/>
            </w:rPr>
          </w:pPr>
          <w:r>
            <w:rPr>
              <w:b/>
              <w:bCs/>
              <w:sz w:val="48"/>
              <w:szCs w:val="48"/>
            </w:rPr>
            <w:t>Jeanne Woo</w:t>
          </w:r>
        </w:p>
        <w:bookmarkStart w:id="0" w:name="_GoBack" w:displacedByCustomXml="next"/>
        <w:bookmarkEnd w:id="0" w:displacedByCustomXml="next"/>
      </w:sdtContent>
    </w:sdt>
    <w:p w:rsidR="003E294F" w:rsidRDefault="003E294F" w:rsidP="003E294F">
      <w:pPr>
        <w:pStyle w:val="BodyText3"/>
        <w:rPr>
          <w:rFonts w:ascii="Arial Black" w:hAnsi="Arial Black" w:cs="Arial Black"/>
          <w:sz w:val="28"/>
          <w:szCs w:val="28"/>
        </w:rPr>
      </w:pPr>
      <w:r>
        <w:rPr>
          <w:rFonts w:ascii="Arial Black" w:hAnsi="Arial Black" w:cs="Arial Black"/>
          <w:sz w:val="28"/>
          <w:szCs w:val="28"/>
        </w:rPr>
        <w:t>To</w:t>
      </w:r>
    </w:p>
    <w:sdt>
      <w:sdtPr>
        <w:rPr>
          <w:rFonts w:ascii="Arial Black" w:hAnsi="Arial Black" w:cs="Arial Black"/>
          <w:b/>
          <w:bCs/>
          <w:sz w:val="40"/>
          <w:szCs w:val="40"/>
        </w:rPr>
        <w:id w:val="-807165735"/>
        <w:placeholder>
          <w:docPart w:val="2E7C5C5752184367B782F53FC370CEF8"/>
        </w:placeholder>
      </w:sdtPr>
      <w:sdtEndPr/>
      <w:sdtContent>
        <w:p w:rsidR="003E294F" w:rsidRDefault="00B91AE5" w:rsidP="003E294F">
          <w:pPr>
            <w:pStyle w:val="BodyText3"/>
            <w:rPr>
              <w:rFonts w:ascii="Arial Black" w:hAnsi="Arial Black" w:cs="Arial Black"/>
              <w:b/>
              <w:bCs/>
              <w:sz w:val="40"/>
              <w:szCs w:val="40"/>
            </w:rPr>
          </w:pPr>
          <w:r>
            <w:rPr>
              <w:rFonts w:ascii="Arial Black" w:hAnsi="Arial Black" w:cs="Arial Black"/>
              <w:b/>
              <w:bCs/>
              <w:sz w:val="40"/>
              <w:szCs w:val="40"/>
            </w:rPr>
            <w:t>Casework and Recovery Planning</w:t>
          </w:r>
          <w:r w:rsidR="00D44E11">
            <w:rPr>
              <w:rFonts w:ascii="Arial Black" w:hAnsi="Arial Black" w:cs="Arial Black"/>
              <w:b/>
              <w:bCs/>
              <w:sz w:val="40"/>
              <w:szCs w:val="40"/>
            </w:rPr>
            <w:t xml:space="preserve"> Manager</w:t>
          </w:r>
        </w:p>
      </w:sdtContent>
    </w:sdt>
    <w:p w:rsidR="003E294F" w:rsidRDefault="003E294F" w:rsidP="003E294F">
      <w:pPr>
        <w:pStyle w:val="BodyText3"/>
        <w:rPr>
          <w:rFonts w:cs="Times New Roman"/>
          <w:color w:val="auto"/>
          <w:kern w:val="0"/>
          <w:sz w:val="24"/>
          <w:szCs w:val="24"/>
        </w:rPr>
      </w:pPr>
    </w:p>
    <w:p w:rsidR="003E294F" w:rsidRDefault="003E294F" w:rsidP="003E294F">
      <w:pPr>
        <w:pStyle w:val="unknownstyle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Within the</w:t>
      </w:r>
    </w:p>
    <w:p w:rsidR="00B0597C" w:rsidRDefault="003E294F" w:rsidP="00B0597C">
      <w:pPr>
        <w:pStyle w:val="unknownstyle"/>
        <w:rPr>
          <w:i/>
          <w:iCs/>
          <w:sz w:val="36"/>
          <w:szCs w:val="36"/>
        </w:rPr>
      </w:pPr>
      <w:r>
        <w:rPr>
          <w:i/>
          <w:iCs/>
          <w:sz w:val="36"/>
          <w:szCs w:val="36"/>
        </w:rPr>
        <w:t xml:space="preserve">American Red Cross </w:t>
      </w:r>
    </w:p>
    <w:p w:rsidR="00B0597C" w:rsidRDefault="00941293" w:rsidP="00B0597C">
      <w:pPr>
        <w:pStyle w:val="unknownstyle"/>
        <w:rPr>
          <w:rFonts w:cs="Times New Roman"/>
          <w:smallCaps w:val="0"/>
          <w:color w:val="auto"/>
          <w:kern w:val="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17299AD" wp14:editId="547E7C6F">
                <wp:simplePos x="0" y="0"/>
                <wp:positionH relativeFrom="column">
                  <wp:posOffset>-219075</wp:posOffset>
                </wp:positionH>
                <wp:positionV relativeFrom="paragraph">
                  <wp:posOffset>1310005</wp:posOffset>
                </wp:positionV>
                <wp:extent cx="8686800" cy="0"/>
                <wp:effectExtent l="0" t="95250" r="0" b="95250"/>
                <wp:wrapNone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86800" cy="0"/>
                        </a:xfrm>
                        <a:prstGeom prst="line">
                          <a:avLst/>
                        </a:prstGeom>
                        <a:noFill/>
                        <a:ln w="190500">
                          <a:solidFill>
                            <a:srgbClr val="0033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CFC6F2" id="Line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25pt,103.15pt" to="666.75pt,1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" strokecolor="#036" strokeweight="15pt"/>
            </w:pict>
          </mc:Fallback>
        </mc:AlternateContent>
      </w:r>
      <w:r w:rsidR="00DD396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CB42CB" wp14:editId="7BCE5A8E">
                <wp:simplePos x="0" y="0"/>
                <wp:positionH relativeFrom="column">
                  <wp:posOffset>241935</wp:posOffset>
                </wp:positionH>
                <wp:positionV relativeFrom="paragraph">
                  <wp:posOffset>1009015</wp:posOffset>
                </wp:positionV>
                <wp:extent cx="7772400" cy="0"/>
                <wp:effectExtent l="0" t="19050" r="0" b="19050"/>
                <wp:wrapNone/>
                <wp:docPr id="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8A8FC" id="Line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05pt,79.45pt" to="631.05pt,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" strokecolor="red" strokeweight="3pt"/>
            </w:pict>
          </mc:Fallback>
        </mc:AlternateContent>
      </w:r>
      <w:r w:rsidR="00B0597C">
        <w:rPr>
          <w:i/>
          <w:iCs/>
        </w:rPr>
        <w:t xml:space="preserve">Disaster </w:t>
      </w:r>
      <w:r w:rsidR="0035427C">
        <w:rPr>
          <w:i/>
          <w:iCs/>
        </w:rPr>
        <w:t>Cycle Services Responder Network</w:t>
      </w:r>
    </w:p>
    <w:sectPr w:rsidR="00B0597C" w:rsidSect="003E294F">
      <w:pgSz w:w="15840" w:h="12240" w:orient="landscape"/>
      <w:pgMar w:top="1800" w:right="1440" w:bottom="180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5D2" w:rsidRDefault="00CE55D2" w:rsidP="00941293">
      <w:r>
        <w:separator/>
      </w:r>
    </w:p>
  </w:endnote>
  <w:endnote w:type="continuationSeparator" w:id="0">
    <w:p w:rsidR="00CE55D2" w:rsidRDefault="00CE55D2" w:rsidP="0094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5D2" w:rsidRDefault="00CE55D2" w:rsidP="00941293">
      <w:r>
        <w:separator/>
      </w:r>
    </w:p>
  </w:footnote>
  <w:footnote w:type="continuationSeparator" w:id="0">
    <w:p w:rsidR="00CE55D2" w:rsidRDefault="00CE55D2" w:rsidP="009412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wMzEzsTQ3NjcztTRR0lEKTi0uzszPAykwrAUAQcnXwywAAAA="/>
  </w:docVars>
  <w:rsids>
    <w:rsidRoot w:val="00836959"/>
    <w:rsid w:val="00281EEA"/>
    <w:rsid w:val="00313EBD"/>
    <w:rsid w:val="0035427C"/>
    <w:rsid w:val="003A0BD8"/>
    <w:rsid w:val="003D2830"/>
    <w:rsid w:val="003E294F"/>
    <w:rsid w:val="00410E55"/>
    <w:rsid w:val="00414DE6"/>
    <w:rsid w:val="00472B60"/>
    <w:rsid w:val="00554380"/>
    <w:rsid w:val="00571226"/>
    <w:rsid w:val="00573178"/>
    <w:rsid w:val="005E4EB5"/>
    <w:rsid w:val="0060559C"/>
    <w:rsid w:val="00836959"/>
    <w:rsid w:val="008A43AF"/>
    <w:rsid w:val="008B1A44"/>
    <w:rsid w:val="00914509"/>
    <w:rsid w:val="00941293"/>
    <w:rsid w:val="009A4534"/>
    <w:rsid w:val="009E79E3"/>
    <w:rsid w:val="009F240D"/>
    <w:rsid w:val="00AB56EB"/>
    <w:rsid w:val="00B0597C"/>
    <w:rsid w:val="00B91AE5"/>
    <w:rsid w:val="00C644D1"/>
    <w:rsid w:val="00CE55D2"/>
    <w:rsid w:val="00D44D5C"/>
    <w:rsid w:val="00D44E11"/>
    <w:rsid w:val="00D44E2E"/>
    <w:rsid w:val="00DD3961"/>
    <w:rsid w:val="00DE6891"/>
    <w:rsid w:val="00ED5C7B"/>
    <w:rsid w:val="00F02579"/>
    <w:rsid w:val="00F8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C092DE"/>
  <w15:docId w15:val="{8E5BDA6F-B7AA-431B-A988-9ED2A3E2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Copperplate Gothic Bold" w:hAnsi="Copperplate Gothic Bold" w:cs="Copperplate Gothic Bold"/>
      <w:color w:val="000000"/>
      <w:kern w:val="28"/>
      <w:sz w:val="22"/>
      <w:szCs w:val="22"/>
    </w:rPr>
  </w:style>
  <w:style w:type="paragraph" w:styleId="Heading4">
    <w:name w:val="heading 4"/>
    <w:basedOn w:val="Normal"/>
    <w:qFormat/>
    <w:pPr>
      <w:jc w:val="center"/>
      <w:outlineLvl w:val="3"/>
    </w:pPr>
    <w:rPr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pPr>
      <w:jc w:val="center"/>
    </w:pPr>
  </w:style>
  <w:style w:type="paragraph" w:customStyle="1" w:styleId="unknownstyle">
    <w:name w:val="unknown style"/>
    <w:pPr>
      <w:widowControl w:val="0"/>
      <w:overflowPunct w:val="0"/>
      <w:autoSpaceDE w:val="0"/>
      <w:autoSpaceDN w:val="0"/>
      <w:adjustRightInd w:val="0"/>
      <w:jc w:val="center"/>
    </w:pPr>
    <w:rPr>
      <w:rFonts w:ascii="Copperplate Gothic Bold" w:hAnsi="Copperplate Gothic Bold" w:cs="Copperplate Gothic Bold"/>
      <w:smallCaps/>
      <w:color w:val="000000"/>
      <w:kern w:val="28"/>
      <w:sz w:val="32"/>
      <w:szCs w:val="32"/>
    </w:rPr>
  </w:style>
  <w:style w:type="paragraph" w:styleId="Title">
    <w:name w:val="Title"/>
    <w:basedOn w:val="Normal"/>
    <w:qFormat/>
    <w:pPr>
      <w:jc w:val="center"/>
    </w:pPr>
    <w:rPr>
      <w:b/>
      <w:bCs/>
      <w:spacing w:val="50"/>
      <w:sz w:val="52"/>
      <w:szCs w:val="52"/>
    </w:rPr>
  </w:style>
  <w:style w:type="paragraph" w:styleId="BalloonText">
    <w:name w:val="Balloon Text"/>
    <w:basedOn w:val="Normal"/>
    <w:semiHidden/>
    <w:rsid w:val="00410E5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D3961"/>
    <w:rPr>
      <w:color w:val="808080"/>
    </w:rPr>
  </w:style>
  <w:style w:type="paragraph" w:styleId="Header">
    <w:name w:val="header"/>
    <w:basedOn w:val="Normal"/>
    <w:link w:val="HeaderChar"/>
    <w:rsid w:val="009412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41293"/>
    <w:rPr>
      <w:rFonts w:ascii="Copperplate Gothic Bold" w:hAnsi="Copperplate Gothic Bold" w:cs="Copperplate Gothic Bold"/>
      <w:color w:val="000000"/>
      <w:kern w:val="28"/>
      <w:sz w:val="22"/>
      <w:szCs w:val="22"/>
    </w:rPr>
  </w:style>
  <w:style w:type="paragraph" w:styleId="Footer">
    <w:name w:val="footer"/>
    <w:basedOn w:val="Normal"/>
    <w:link w:val="FooterChar"/>
    <w:rsid w:val="009412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41293"/>
    <w:rPr>
      <w:rFonts w:ascii="Copperplate Gothic Bold" w:hAnsi="Copperplate Gothic Bold" w:cs="Copperplate Gothic Bold"/>
      <w:color w:val="000000"/>
      <w:kern w:val="28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cid:image001.png@01CE9835.7E47B3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iffinP\Downloads\Certificate%20of%20Recogni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8E2BB3CF25345308CDDD6075D7079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6F862-F26F-4BF0-B5FA-E8C05BE9CC47}"/>
      </w:docPartPr>
      <w:docPartBody>
        <w:p w:rsidR="00D7452F" w:rsidRDefault="00F6561E">
          <w:pPr>
            <w:pStyle w:val="B8E2BB3CF25345308CDDD6075D7079A3"/>
          </w:pPr>
          <w:r>
            <w:rPr>
              <w:b/>
              <w:bCs/>
              <w:sz w:val="48"/>
              <w:szCs w:val="48"/>
            </w:rPr>
            <w:t>First &amp; Last Name</w:t>
          </w:r>
        </w:p>
      </w:docPartBody>
    </w:docPart>
    <w:docPart>
      <w:docPartPr>
        <w:name w:val="2E7C5C5752184367B782F53FC370CE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5A827-415D-42A9-A69C-A4B75A34BA34}"/>
      </w:docPartPr>
      <w:docPartBody>
        <w:p w:rsidR="00D7452F" w:rsidRDefault="00F6561E">
          <w:pPr>
            <w:pStyle w:val="2E7C5C5752184367B782F53FC370CEF8"/>
          </w:pPr>
          <w:r>
            <w:rPr>
              <w:rFonts w:ascii="Arial Black" w:hAnsi="Arial Black" w:cs="Arial Black"/>
              <w:b/>
              <w:bCs/>
              <w:sz w:val="40"/>
              <w:szCs w:val="40"/>
            </w:rPr>
            <w:t>Activity &amp; Position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61E"/>
    <w:rsid w:val="00190EA6"/>
    <w:rsid w:val="004B520E"/>
    <w:rsid w:val="00564BC0"/>
    <w:rsid w:val="0086197E"/>
    <w:rsid w:val="009C19A4"/>
    <w:rsid w:val="00D7452F"/>
    <w:rsid w:val="00F6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E2BB3CF25345308CDDD6075D7079A3">
    <w:name w:val="B8E2BB3CF25345308CDDD6075D7079A3"/>
  </w:style>
  <w:style w:type="paragraph" w:customStyle="1" w:styleId="2E7C5C5752184367B782F53FC370CEF8">
    <w:name w:val="2E7C5C5752184367B782F53FC370CE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AD575672FB114DB3EC26A38F32AA56" ma:contentTypeVersion="0" ma:contentTypeDescription="Create a new document." ma:contentTypeScope="" ma:versionID="75706fe90718872ab9ff91936b7cc2b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2E612D-7142-4CEF-97DD-733A9D2578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925A86-D48D-4520-947F-A0BA4C79CF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5BE1B1-5DC0-4DC6-AE49-EED9596A62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Certificate of Recognition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216</CharactersWithSpaces>
  <SharedDoc>false</SharedDoc>
  <HLinks>
    <vt:vector size="6" baseType="variant">
      <vt:variant>
        <vt:i4>3538954</vt:i4>
      </vt:variant>
      <vt:variant>
        <vt:i4>2198</vt:i4>
      </vt:variant>
      <vt:variant>
        <vt:i4>1025</vt:i4>
      </vt:variant>
      <vt:variant>
        <vt:i4>1</vt:i4>
      </vt:variant>
      <vt:variant>
        <vt:lpwstr>cid:image001.png@01CE938D.62A67130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Baxter, Patrici</dc:creator>
  <cp:keywords/>
  <dc:description>Activity &amp; Position</dc:description>
  <cp:lastModifiedBy>Eric Hall</cp:lastModifiedBy>
  <cp:revision>3</cp:revision>
  <cp:lastPrinted>2009-01-21T16:50:00Z</cp:lastPrinted>
  <dcterms:created xsi:type="dcterms:W3CDTF">2019-11-27T22:44:00Z</dcterms:created>
  <dcterms:modified xsi:type="dcterms:W3CDTF">2019-11-27T22:45:00Z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-1639034597</vt:i4>
  </property>
  <property fmtid="{D5CDD505-2E9C-101B-9397-08002B2CF9AE}" pid="3" name="_ReviewCycleID">
    <vt:i4>-1639034597</vt:i4>
  </property>
  <property fmtid="{D5CDD505-2E9C-101B-9397-08002B2CF9AE}" pid="4" name="_NewReviewCycle">
    <vt:lpwstr/>
  </property>
  <property fmtid="{D5CDD505-2E9C-101B-9397-08002B2CF9AE}" pid="5" name="_EmailEntryID">
    <vt:lpwstr>000000005A3452473E3BE241A73AFD9C01F61F6A07008441AF7903211D4FAEF0229F05C2211700000003209F0000CD2F19263E07CC4F9DC827A9751ADDF6000037221B5B0000</vt:lpwstr>
  </property>
  <property fmtid="{D5CDD505-2E9C-101B-9397-08002B2CF9AE}" pid="6" name="_EmailStoreID0">
    <vt:lpwstr>0000000038A1BB1005E5101AA1BB08002B2A56C20000454D534D44422E444C4C00000000000000001B55FA20AA6611CD9BC800AA002FC45A0C000000424C32505244303431322E6D61696C626F782E6F75746C6F6F6B2E636F6D002F6F3D45786368616E67654C6162732F6F753D45786368616E67652041646D696E6973747</vt:lpwstr>
  </property>
  <property fmtid="{D5CDD505-2E9C-101B-9397-08002B2CF9AE}" pid="7" name="_EmailStoreID1">
    <vt:lpwstr>261746976652047726F7570202846594449424F484632335350444C54292F636E3D526563697069656E74732F636E3D65346237336531316338373934653262626434313663333035383766656663312D576F6F74656E2C20436861726C657320472E00</vt:lpwstr>
  </property>
  <property fmtid="{D5CDD505-2E9C-101B-9397-08002B2CF9AE}" pid="8" name="ContentTypeId">
    <vt:lpwstr>0x0101008DAD575672FB114DB3EC26A38F32AA56</vt:lpwstr>
  </property>
  <property fmtid="{D5CDD505-2E9C-101B-9397-08002B2CF9AE}" pid="9" name="_ReviewingToolsShownOnce">
    <vt:lpwstr/>
  </property>
</Properties>
</file>